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1AEEC2E" w:rsidR="0033636C" w:rsidRPr="0037116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116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71161" w:rsidRPr="00371161">
            <w:rPr>
              <w:rFonts w:ascii="Times New Roman" w:hAnsi="Times New Roman"/>
              <w:sz w:val="28"/>
              <w:szCs w:val="28"/>
            </w:rPr>
            <w:t>11 декабря 2025 года</w:t>
          </w:r>
        </w:sdtContent>
      </w:sdt>
      <w:r w:rsidRPr="0037116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71161" w:rsidRPr="00371161">
            <w:rPr>
              <w:rFonts w:ascii="Times New Roman" w:hAnsi="Times New Roman"/>
              <w:sz w:val="28"/>
              <w:szCs w:val="28"/>
            </w:rPr>
            <w:t>909</w:t>
          </w:r>
        </w:sdtContent>
      </w:sdt>
    </w:p>
    <w:p w14:paraId="0DCF557F" w14:textId="21A9873A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B58473" w14:textId="4A6D1562" w:rsidR="00AF6491" w:rsidRPr="001C4220" w:rsidRDefault="00AF6491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4220">
        <w:rPr>
          <w:rFonts w:ascii="Times New Roman" w:hAnsi="Times New Roman"/>
          <w:b/>
          <w:sz w:val="28"/>
          <w:szCs w:val="28"/>
        </w:rPr>
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Ногликский муниципальный округ Сахалинской области</w:t>
      </w:r>
    </w:p>
    <w:p w14:paraId="0DCF5582" w14:textId="773550A5" w:rsidR="00E609BC" w:rsidRDefault="00E144EE" w:rsidP="001C42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8 статьи 4 Федерального закона от 01.04.2020 № 69-ФЗ «О защите и поощрении капиталовложений в Российской Федерации», </w:t>
      </w:r>
      <w:r w:rsidR="005F03AB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статьей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</w:t>
      </w:r>
      <w:r w:rsidR="0026678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ахалинской области </w:t>
      </w:r>
      <w:r w:rsidRPr="00E144EE">
        <w:rPr>
          <w:rFonts w:ascii="Times New Roman" w:hAnsi="Times New Roman"/>
          <w:b/>
          <w:sz w:val="28"/>
          <w:szCs w:val="28"/>
        </w:rPr>
        <w:t>ПОСТАНОВЛЯЕТ:</w:t>
      </w:r>
    </w:p>
    <w:p w14:paraId="44761265" w14:textId="34D4A5CC" w:rsidR="001E3BCE" w:rsidRPr="00AF6491" w:rsidRDefault="00AF6491" w:rsidP="001C422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6491">
        <w:rPr>
          <w:rFonts w:ascii="Times New Roman" w:hAnsi="Times New Roman"/>
          <w:sz w:val="28"/>
          <w:szCs w:val="28"/>
        </w:rPr>
        <w:t>Утвердить</w:t>
      </w:r>
      <w:r w:rsidR="001E3BCE" w:rsidRPr="00AF6491">
        <w:rPr>
          <w:rFonts w:ascii="Times New Roman" w:hAnsi="Times New Roman"/>
          <w:sz w:val="28"/>
          <w:szCs w:val="28"/>
        </w:rPr>
        <w:t xml:space="preserve"> </w:t>
      </w:r>
      <w:r w:rsidRPr="00AF6491">
        <w:rPr>
          <w:rFonts w:ascii="Times New Roman" w:hAnsi="Times New Roman"/>
          <w:sz w:val="28"/>
          <w:szCs w:val="28"/>
        </w:rPr>
        <w:t>Положение</w:t>
      </w:r>
      <w:r w:rsidR="001E3BCE" w:rsidRPr="00AF6491">
        <w:rPr>
          <w:rFonts w:ascii="Times New Roman" w:hAnsi="Times New Roman"/>
          <w:sz w:val="28"/>
          <w:szCs w:val="28"/>
        </w:rPr>
        <w:t xml:space="preserve"> об условиях и порядке заключения соглашений о защите и поощрении капиталовложений со стороны муниципального образования Ногликский</w:t>
      </w:r>
      <w:r w:rsidRPr="00AF6491"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 w:rsidRPr="00AF6491">
        <w:rPr>
          <w:rFonts w:ascii="Times New Roman" w:hAnsi="Times New Roman"/>
          <w:sz w:val="28"/>
          <w:szCs w:val="28"/>
        </w:rPr>
        <w:t>пальный округ Сахалинской области (прилагается).</w:t>
      </w:r>
    </w:p>
    <w:p w14:paraId="6935A313" w14:textId="13BF378E" w:rsidR="00AF6491" w:rsidRPr="00AF6491" w:rsidRDefault="00AF6491" w:rsidP="001C4220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«Городской округ Ногликский» от 07 августа 2024 года № 468 «Об утверждении Положения об условиях и порядке заключения соглашений о защите и поощрении капиталовложений со стороны муниципального образования «Городской округ Ногликский».</w:t>
      </w:r>
    </w:p>
    <w:p w14:paraId="45EDDAF2" w14:textId="1B6DF4E3" w:rsidR="0026678B" w:rsidRDefault="0026678B" w:rsidP="001C42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</w:t>
      </w:r>
      <w:r w:rsidRPr="002667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в информационно-телекоммуникационной сети «Интернет».</w:t>
      </w:r>
    </w:p>
    <w:p w14:paraId="5F42EB6A" w14:textId="77777777" w:rsidR="00371161" w:rsidRDefault="0026678B" w:rsidP="001C42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1C4220">
        <w:rPr>
          <w:rFonts w:ascii="Times New Roman" w:hAnsi="Times New Roman"/>
          <w:sz w:val="28"/>
          <w:szCs w:val="28"/>
        </w:rPr>
        <w:br/>
      </w:r>
    </w:p>
    <w:p w14:paraId="274BFBDC" w14:textId="77777777" w:rsidR="00371161" w:rsidRDefault="00371161" w:rsidP="001C42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697A00" w14:textId="77777777" w:rsidR="00371161" w:rsidRDefault="00371161" w:rsidP="001C42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58738B" w14:textId="6BC2F622" w:rsidR="0026678B" w:rsidRPr="001C4220" w:rsidRDefault="001C4220" w:rsidP="001C42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="0026678B">
        <w:rPr>
          <w:rFonts w:ascii="Times New Roman" w:hAnsi="Times New Roman"/>
          <w:sz w:val="28"/>
          <w:szCs w:val="28"/>
        </w:rPr>
        <w:lastRenderedPageBreak/>
        <w:t xml:space="preserve">на первого вице-мэра муниципального образования Ногликский </w:t>
      </w:r>
      <w:r>
        <w:rPr>
          <w:rFonts w:ascii="Times New Roman" w:hAnsi="Times New Roman"/>
          <w:sz w:val="28"/>
          <w:szCs w:val="28"/>
        </w:rPr>
        <w:br/>
      </w:r>
      <w:r w:rsidR="0026678B">
        <w:rPr>
          <w:rFonts w:ascii="Times New Roman" w:hAnsi="Times New Roman"/>
          <w:sz w:val="28"/>
          <w:szCs w:val="28"/>
        </w:rPr>
        <w:t xml:space="preserve">муниципальный округ Сахалинской области </w:t>
      </w:r>
      <w:proofErr w:type="spellStart"/>
      <w:r w:rsidR="0026678B"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1C42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Л.А</w:t>
      </w:r>
      <w:r w:rsidR="0026678B">
        <w:rPr>
          <w:rFonts w:ascii="Times New Roman" w:hAnsi="Times New Roman"/>
          <w:sz w:val="28"/>
          <w:szCs w:val="28"/>
        </w:rPr>
        <w:t>.</w:t>
      </w:r>
    </w:p>
    <w:p w14:paraId="7DBC00E5" w14:textId="3EF160B5" w:rsidR="0026678B" w:rsidRPr="000D5861" w:rsidRDefault="0026678B" w:rsidP="0026678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E07FF95" w14:textId="77777777" w:rsidR="0026678B" w:rsidRPr="000D5861" w:rsidRDefault="0026678B" w:rsidP="002667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CF558A" w14:textId="1F17D114" w:rsidR="008629FA" w:rsidRPr="00D12794" w:rsidRDefault="008629FA" w:rsidP="001E3BC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152C4B" w14:textId="77777777" w:rsidR="001C4220" w:rsidRDefault="001C422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0DCF558C" w14:textId="517D82F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625123C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03AB">
        <w:rPr>
          <w:rFonts w:ascii="Times New Roman" w:hAnsi="Times New Roman"/>
          <w:sz w:val="28"/>
          <w:szCs w:val="28"/>
        </w:rPr>
        <w:tab/>
        <w:t xml:space="preserve">      </w:t>
      </w:r>
      <w:r w:rsidR="00EA01ED">
        <w:rPr>
          <w:rFonts w:ascii="Times New Roman" w:hAnsi="Times New Roman"/>
          <w:sz w:val="28"/>
          <w:szCs w:val="28"/>
        </w:rPr>
        <w:t xml:space="preserve">  </w:t>
      </w:r>
    </w:p>
    <w:p w14:paraId="0DCF558E" w14:textId="0DEEB66B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</w:r>
      <w:r w:rsidR="001C4220">
        <w:rPr>
          <w:rFonts w:ascii="Times New Roman" w:hAnsi="Times New Roman"/>
          <w:sz w:val="28"/>
          <w:szCs w:val="28"/>
        </w:rPr>
        <w:tab/>
        <w:t xml:space="preserve">   Л.А. </w:t>
      </w:r>
      <w:proofErr w:type="spellStart"/>
      <w:r w:rsidR="001C4220"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71161">
      <w:headerReference w:type="default" r:id="rId8"/>
      <w:footerReference w:type="default" r:id="rId9"/>
      <w:pgSz w:w="11906" w:h="16838"/>
      <w:pgMar w:top="1276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1B096" w14:textId="77777777" w:rsidR="005B5F4B" w:rsidRDefault="005B5F4B" w:rsidP="0033636C">
      <w:pPr>
        <w:spacing w:after="0" w:line="240" w:lineRule="auto"/>
      </w:pPr>
      <w:r>
        <w:separator/>
      </w:r>
    </w:p>
  </w:endnote>
  <w:endnote w:type="continuationSeparator" w:id="0">
    <w:p w14:paraId="2A36A43D" w14:textId="77777777" w:rsidR="005B5F4B" w:rsidRDefault="005B5F4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7E97301F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3E362" w14:textId="77777777" w:rsidR="005B5F4B" w:rsidRDefault="005B5F4B" w:rsidP="0033636C">
      <w:pPr>
        <w:spacing w:after="0" w:line="240" w:lineRule="auto"/>
      </w:pPr>
      <w:r>
        <w:separator/>
      </w:r>
    </w:p>
  </w:footnote>
  <w:footnote w:type="continuationSeparator" w:id="0">
    <w:p w14:paraId="43F835B1" w14:textId="77777777" w:rsidR="005B5F4B" w:rsidRDefault="005B5F4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485418"/>
      <w:docPartObj>
        <w:docPartGallery w:val="Page Numbers (Top of Page)"/>
        <w:docPartUnique/>
      </w:docPartObj>
    </w:sdtPr>
    <w:sdtContent>
      <w:p w14:paraId="2475DB0C" w14:textId="15F793A7" w:rsidR="00371161" w:rsidRDefault="003711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3AD63AE" w14:textId="77777777" w:rsidR="00371161" w:rsidRDefault="003711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94DA3"/>
    <w:multiLevelType w:val="hybridMultilevel"/>
    <w:tmpl w:val="6B946E42"/>
    <w:lvl w:ilvl="0" w:tplc="FF9A64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10F77"/>
    <w:rsid w:val="00185FEC"/>
    <w:rsid w:val="001C4220"/>
    <w:rsid w:val="001E1F9F"/>
    <w:rsid w:val="001E3BCE"/>
    <w:rsid w:val="002003DC"/>
    <w:rsid w:val="0026678B"/>
    <w:rsid w:val="002B5CAC"/>
    <w:rsid w:val="0033636C"/>
    <w:rsid w:val="00371161"/>
    <w:rsid w:val="003E4257"/>
    <w:rsid w:val="00520CBF"/>
    <w:rsid w:val="005B5F4B"/>
    <w:rsid w:val="005F03AB"/>
    <w:rsid w:val="008629FA"/>
    <w:rsid w:val="00987DB5"/>
    <w:rsid w:val="00A30AF1"/>
    <w:rsid w:val="00AC72C8"/>
    <w:rsid w:val="00AF6491"/>
    <w:rsid w:val="00B10ED9"/>
    <w:rsid w:val="00B25688"/>
    <w:rsid w:val="00C02849"/>
    <w:rsid w:val="00CC2C87"/>
    <w:rsid w:val="00D12794"/>
    <w:rsid w:val="00D67BD8"/>
    <w:rsid w:val="00DF7897"/>
    <w:rsid w:val="00E144EE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26678B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26678B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paragraph" w:styleId="a8">
    <w:name w:val="List Paragraph"/>
    <w:basedOn w:val="a"/>
    <w:uiPriority w:val="34"/>
    <w:qFormat/>
    <w:rsid w:val="00AF6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0AA8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125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2025-12-11T06:01:00Z</dcterms:modified>
</cp:coreProperties>
</file>